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2457D8">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23FE516" w14:textId="53C8F424" w:rsidR="00437A3E" w:rsidRDefault="002457D8">
      <w:pPr>
        <w:ind w:right="-87"/>
        <w:jc w:val="center"/>
        <w:rPr>
          <w:szCs w:val="24"/>
          <w:lang w:eastAsia="ar-SA"/>
        </w:rPr>
      </w:pPr>
      <w:r>
        <w:rPr>
          <w:b/>
          <w:caps/>
          <w:color w:val="000000"/>
          <w:spacing w:val="-2"/>
          <w:szCs w:val="24"/>
        </w:rPr>
        <w:t xml:space="preserve">Dėl kitos paskirties valstybinės žemės sklypo, esančio </w:t>
      </w:r>
      <w:r w:rsidR="006F78A6">
        <w:rPr>
          <w:b/>
          <w:caps/>
          <w:color w:val="000000"/>
          <w:spacing w:val="-2"/>
          <w:szCs w:val="24"/>
        </w:rPr>
        <w:t xml:space="preserve">statybininkų g. </w:t>
      </w:r>
      <w:r w:rsidR="00C720D5">
        <w:rPr>
          <w:b/>
          <w:caps/>
          <w:color w:val="000000"/>
          <w:spacing w:val="-2"/>
          <w:szCs w:val="24"/>
        </w:rPr>
        <w:t>33</w:t>
      </w:r>
      <w:r>
        <w:rPr>
          <w:b/>
          <w:caps/>
          <w:color w:val="000000"/>
          <w:spacing w:val="-2"/>
          <w:szCs w:val="24"/>
        </w:rPr>
        <w:t xml:space="preserve">,  Skuodo MIESTE, nuomos </w:t>
      </w:r>
      <w:r>
        <w:rPr>
          <w:b/>
          <w:bCs/>
          <w:color w:val="000000"/>
          <w:szCs w:val="24"/>
          <w:shd w:val="clear" w:color="auto" w:fill="FFFFFF"/>
        </w:rPr>
        <w:t xml:space="preserve"> </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32F734A1" w:rsidR="00437A3E" w:rsidRDefault="002457D8">
      <w:pPr>
        <w:widowControl w:val="0"/>
        <w:tabs>
          <w:tab w:val="center" w:pos="851"/>
          <w:tab w:val="left" w:pos="1134"/>
          <w:tab w:val="center" w:pos="4153"/>
          <w:tab w:val="right" w:pos="8306"/>
        </w:tabs>
        <w:jc w:val="center"/>
        <w:rPr>
          <w:szCs w:val="24"/>
        </w:rPr>
      </w:pPr>
      <w:r>
        <w:rPr>
          <w:color w:val="000000"/>
          <w:szCs w:val="24"/>
          <w:shd w:val="clear" w:color="auto" w:fill="FFFFFF"/>
        </w:rPr>
        <w:t>2025 m</w:t>
      </w:r>
      <w:r w:rsidR="00AB69E4">
        <w:rPr>
          <w:color w:val="000000"/>
          <w:szCs w:val="24"/>
          <w:shd w:val="clear" w:color="auto" w:fill="FFFFFF"/>
        </w:rPr>
        <w:t xml:space="preserve">. rugsėjo 16 </w:t>
      </w:r>
      <w:r>
        <w:rPr>
          <w:color w:val="000000"/>
          <w:szCs w:val="24"/>
          <w:shd w:val="clear" w:color="auto" w:fill="FFFFFF"/>
        </w:rPr>
        <w:t>d. Nr. T10-</w:t>
      </w:r>
      <w:r w:rsidR="00AB69E4">
        <w:rPr>
          <w:color w:val="000000"/>
          <w:szCs w:val="24"/>
          <w:shd w:val="clear" w:color="auto" w:fill="FFFFFF"/>
        </w:rPr>
        <w:t>200</w:t>
      </w:r>
    </w:p>
    <w:p w14:paraId="74182307" w14:textId="77777777" w:rsidR="00437A3E" w:rsidRDefault="002457D8">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2619B2CB" w:rsidR="00437A3E" w:rsidRDefault="002457D8">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rsidR="00E944B6">
        <w:t xml:space="preserve">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w:t>
      </w:r>
      <w:r w:rsidR="00C720D5">
        <w:t>29.1</w:t>
      </w:r>
      <w:r w:rsidR="00D17C21">
        <w:t xml:space="preserve"> ir </w:t>
      </w:r>
      <w:r w:rsidR="00D17C21" w:rsidRPr="00D17C21">
        <w:rPr>
          <w:b/>
          <w:bCs/>
        </w:rPr>
        <w:t>65.1 papunkčiais</w:t>
      </w:r>
      <w:r>
        <w:t xml:space="preserve"> </w:t>
      </w:r>
      <w:r w:rsidRPr="00D17C21">
        <w:rPr>
          <w:strike/>
        </w:rPr>
        <w:t>papunkčiu</w:t>
      </w:r>
      <w:bookmarkStart w:id="1" w:name="_Hlk191895415"/>
      <w:r w:rsidR="0047132E" w:rsidRPr="00D17C21">
        <w:rPr>
          <w:strike/>
        </w:rPr>
        <w:t xml:space="preserve"> </w:t>
      </w:r>
      <w:r w:rsidR="0047132E">
        <w:t>bei atsižvelgdama į</w:t>
      </w:r>
      <w:r>
        <w:t xml:space="preserve"> </w:t>
      </w:r>
      <w:bookmarkEnd w:id="1"/>
      <w:r w:rsidR="00165085">
        <w:t xml:space="preserve">UAB ,,Skuodo </w:t>
      </w:r>
      <w:r w:rsidR="00C720D5">
        <w:t>vandenys</w:t>
      </w:r>
      <w:r w:rsidR="00165085">
        <w:t xml:space="preserve">“ direktoriaus </w:t>
      </w:r>
      <w:r>
        <w:t>202</w:t>
      </w:r>
      <w:r w:rsidR="00A81054">
        <w:t>5</w:t>
      </w:r>
      <w:r>
        <w:t xml:space="preserve"> m. </w:t>
      </w:r>
      <w:r w:rsidR="00C720D5">
        <w:t>rugsėjo 5</w:t>
      </w:r>
      <w:r>
        <w:t xml:space="preserve"> d. prašymą, Skuodo rajono savivaldybės taryba</w:t>
      </w:r>
      <w:r w:rsidR="00165085">
        <w:t xml:space="preserve"> </w:t>
      </w:r>
      <w:r w:rsidR="00E944B6" w:rsidRPr="00AB69E4">
        <w:rPr>
          <w:spacing w:val="40"/>
        </w:rPr>
        <w:t>n</w:t>
      </w:r>
      <w:r w:rsidR="00AB69E4" w:rsidRPr="00AB69E4">
        <w:rPr>
          <w:spacing w:val="40"/>
        </w:rPr>
        <w:t>usprendžia</w:t>
      </w:r>
      <w:r w:rsidR="00E944B6">
        <w:t>:</w:t>
      </w:r>
    </w:p>
    <w:p w14:paraId="55638BD3" w14:textId="0F5F30DE" w:rsidR="00437A3E" w:rsidRDefault="002457D8">
      <w:pPr>
        <w:ind w:firstLine="1247"/>
        <w:jc w:val="both"/>
        <w:rPr>
          <w:szCs w:val="24"/>
        </w:rPr>
      </w:pPr>
      <w:r>
        <w:rPr>
          <w:szCs w:val="24"/>
        </w:rPr>
        <w:t>1. Išnuomoti be aukciono</w:t>
      </w:r>
      <w:r w:rsidR="00D17C21">
        <w:rPr>
          <w:szCs w:val="24"/>
        </w:rPr>
        <w:t xml:space="preserve"> </w:t>
      </w:r>
      <w:r w:rsidR="00D17C21" w:rsidRPr="00D17C21">
        <w:rPr>
          <w:b/>
          <w:bCs/>
          <w:szCs w:val="24"/>
        </w:rPr>
        <w:t>58 metų</w:t>
      </w:r>
      <w:r>
        <w:rPr>
          <w:szCs w:val="24"/>
        </w:rPr>
        <w:t xml:space="preserve"> </w:t>
      </w:r>
      <w:r w:rsidR="00C720D5" w:rsidRPr="00D17C21">
        <w:rPr>
          <w:strike/>
          <w:szCs w:val="24"/>
        </w:rPr>
        <w:t>78</w:t>
      </w:r>
      <w:r w:rsidRPr="00D17C21">
        <w:rPr>
          <w:strike/>
          <w:szCs w:val="24"/>
        </w:rPr>
        <w:t xml:space="preserve"> metų</w:t>
      </w:r>
      <w:r>
        <w:rPr>
          <w:szCs w:val="24"/>
        </w:rPr>
        <w:t xml:space="preserve"> laikotarpiui </w:t>
      </w:r>
      <w:r w:rsidR="00165085">
        <w:t xml:space="preserve"> </w:t>
      </w:r>
      <w:r w:rsidR="00165085">
        <w:rPr>
          <w:szCs w:val="24"/>
        </w:rPr>
        <w:t xml:space="preserve">UAB ,,Skuodo </w:t>
      </w:r>
      <w:r w:rsidR="00C720D5">
        <w:rPr>
          <w:szCs w:val="24"/>
        </w:rPr>
        <w:t>vandenys</w:t>
      </w:r>
      <w:r w:rsidR="00165085">
        <w:rPr>
          <w:szCs w:val="24"/>
        </w:rPr>
        <w:t>“</w:t>
      </w:r>
      <w:r>
        <w:rPr>
          <w:szCs w:val="24"/>
        </w:rPr>
        <w:t xml:space="preserve"> </w:t>
      </w:r>
      <w:r w:rsidR="00D17C21" w:rsidRPr="00D17C21">
        <w:rPr>
          <w:b/>
          <w:bCs/>
          <w:szCs w:val="24"/>
        </w:rPr>
        <w:t>2,0033 ha</w:t>
      </w:r>
      <w:r w:rsidR="00D17C21">
        <w:rPr>
          <w:szCs w:val="24"/>
        </w:rPr>
        <w:t xml:space="preserve"> </w:t>
      </w:r>
      <w:r w:rsidR="00C720D5" w:rsidRPr="00D17C21">
        <w:rPr>
          <w:strike/>
          <w:szCs w:val="24"/>
        </w:rPr>
        <w:t>2,0032</w:t>
      </w:r>
      <w:r w:rsidRPr="00D17C21">
        <w:rPr>
          <w:strike/>
          <w:szCs w:val="24"/>
        </w:rPr>
        <w:t xml:space="preserve"> ha</w:t>
      </w:r>
      <w:r>
        <w:rPr>
          <w:szCs w:val="24"/>
        </w:rPr>
        <w:t xml:space="preserve"> kitos paskirties žemės sklyp</w:t>
      </w:r>
      <w:r w:rsidR="00165085">
        <w:rPr>
          <w:szCs w:val="24"/>
        </w:rPr>
        <w:t>ą</w:t>
      </w:r>
      <w:r>
        <w:rPr>
          <w:szCs w:val="24"/>
        </w:rPr>
        <w:t>, </w:t>
      </w:r>
      <w:r w:rsidR="00C720D5">
        <w:rPr>
          <w:szCs w:val="24"/>
        </w:rPr>
        <w:t xml:space="preserve">unikalus </w:t>
      </w:r>
      <w:r w:rsidR="001E72EE">
        <w:rPr>
          <w:szCs w:val="24"/>
        </w:rPr>
        <w:t>N</w:t>
      </w:r>
      <w:r w:rsidR="00C720D5">
        <w:rPr>
          <w:szCs w:val="24"/>
        </w:rPr>
        <w:t xml:space="preserve">r. 7524-0001-0047, </w:t>
      </w:r>
      <w:r>
        <w:rPr>
          <w:szCs w:val="24"/>
        </w:rPr>
        <w:t>kadastro Nr. 7550/000</w:t>
      </w:r>
      <w:r w:rsidR="00165085">
        <w:rPr>
          <w:szCs w:val="24"/>
        </w:rPr>
        <w:t>2</w:t>
      </w:r>
      <w:r>
        <w:rPr>
          <w:szCs w:val="24"/>
        </w:rPr>
        <w:t>:</w:t>
      </w:r>
      <w:r w:rsidR="00C720D5">
        <w:rPr>
          <w:szCs w:val="24"/>
        </w:rPr>
        <w:t>256</w:t>
      </w:r>
      <w:r>
        <w:rPr>
          <w:szCs w:val="24"/>
        </w:rPr>
        <w:t>, esan</w:t>
      </w:r>
      <w:r w:rsidR="00165085">
        <w:rPr>
          <w:szCs w:val="24"/>
        </w:rPr>
        <w:t xml:space="preserve">tį Statybininkų g. </w:t>
      </w:r>
      <w:r w:rsidR="00C720D5">
        <w:rPr>
          <w:szCs w:val="24"/>
        </w:rPr>
        <w:t>33</w:t>
      </w:r>
      <w:r w:rsidR="001E72EE">
        <w:rPr>
          <w:szCs w:val="24"/>
        </w:rPr>
        <w:t>,</w:t>
      </w:r>
      <w:r>
        <w:rPr>
          <w:szCs w:val="24"/>
        </w:rPr>
        <w:t xml:space="preserve"> Skuodo mieste, pagal valstybinės žemės nuomos sutarties projekte (pridedama) nurodytas sąlygas.</w:t>
      </w:r>
    </w:p>
    <w:p w14:paraId="66F7FDEF" w14:textId="073AE61A" w:rsidR="00437A3E" w:rsidRDefault="002457D8">
      <w:pPr>
        <w:ind w:firstLine="1247"/>
        <w:jc w:val="both"/>
        <w:rPr>
          <w:szCs w:val="24"/>
        </w:rPr>
      </w:pPr>
      <w:r>
        <w:rPr>
          <w:szCs w:val="24"/>
        </w:rPr>
        <w:t>2. Pavesti Skuodo rajono savivaldybės merui Stasiui Gutautui pasirašyti sprendimo 1 punkte nurodyto žemės sklypo nuomos sutartį ir visus kitus dokumentus, susijusius su šiuo pavedimu.</w:t>
      </w:r>
    </w:p>
    <w:p w14:paraId="52D5A353" w14:textId="4B88A258" w:rsidR="00437A3E" w:rsidRDefault="002457D8">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C720D5">
        <w:rPr>
          <w:szCs w:val="24"/>
        </w:rPr>
        <w:t>.</w:t>
      </w:r>
    </w:p>
    <w:p w14:paraId="68E77766" w14:textId="77777777" w:rsidR="00437A3E" w:rsidRDefault="00437A3E">
      <w:pPr>
        <w:tabs>
          <w:tab w:val="left" w:pos="5670"/>
          <w:tab w:val="left" w:pos="7044"/>
        </w:tabs>
        <w:jc w:val="both"/>
        <w:rPr>
          <w:szCs w:val="24"/>
        </w:rPr>
      </w:pPr>
    </w:p>
    <w:p w14:paraId="040293A1" w14:textId="77777777" w:rsidR="00AB69E4" w:rsidRDefault="00AB69E4">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B69E4" w14:paraId="40142B27" w14:textId="77777777" w:rsidTr="00AB69E4">
        <w:tc>
          <w:tcPr>
            <w:tcW w:w="4814" w:type="dxa"/>
          </w:tcPr>
          <w:p w14:paraId="43221E32" w14:textId="058BBD17" w:rsidR="00AB69E4" w:rsidRDefault="00AB69E4" w:rsidP="00AB69E4">
            <w:pPr>
              <w:tabs>
                <w:tab w:val="left" w:pos="5670"/>
                <w:tab w:val="left" w:pos="7044"/>
              </w:tabs>
              <w:ind w:hanging="120"/>
              <w:jc w:val="both"/>
              <w:rPr>
                <w:szCs w:val="24"/>
              </w:rPr>
            </w:pPr>
            <w:r>
              <w:rPr>
                <w:szCs w:val="24"/>
              </w:rPr>
              <w:t>Savivaldybės meras</w:t>
            </w:r>
          </w:p>
        </w:tc>
        <w:tc>
          <w:tcPr>
            <w:tcW w:w="4815" w:type="dxa"/>
          </w:tcPr>
          <w:p w14:paraId="0EED48F2" w14:textId="77777777" w:rsidR="00AB69E4" w:rsidRDefault="00AB69E4">
            <w:pPr>
              <w:tabs>
                <w:tab w:val="left" w:pos="5670"/>
                <w:tab w:val="left" w:pos="7044"/>
              </w:tabs>
              <w:jc w:val="both"/>
              <w:rPr>
                <w:szCs w:val="24"/>
              </w:rPr>
            </w:pPr>
          </w:p>
        </w:tc>
      </w:tr>
    </w:tbl>
    <w:p w14:paraId="2E21684D" w14:textId="6CBDDBF3"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0121F0A8" w14:textId="77777777" w:rsidR="002457D8" w:rsidRDefault="002457D8">
      <w:pPr>
        <w:jc w:val="both"/>
        <w:rPr>
          <w:lang w:eastAsia="de-DE"/>
        </w:rPr>
      </w:pPr>
    </w:p>
    <w:p w14:paraId="3B51F1BD" w14:textId="77777777" w:rsidR="002457D8" w:rsidRDefault="002457D8">
      <w:pPr>
        <w:jc w:val="both"/>
        <w:rPr>
          <w:lang w:eastAsia="de-DE"/>
        </w:rPr>
      </w:pPr>
    </w:p>
    <w:p w14:paraId="263A1133" w14:textId="77777777" w:rsidR="002457D8" w:rsidRDefault="002457D8">
      <w:pPr>
        <w:jc w:val="both"/>
        <w:rPr>
          <w:lang w:eastAsia="de-DE"/>
        </w:rPr>
      </w:pPr>
    </w:p>
    <w:p w14:paraId="18467C19" w14:textId="77777777" w:rsidR="002457D8" w:rsidRDefault="002457D8">
      <w:pPr>
        <w:jc w:val="both"/>
        <w:rPr>
          <w:lang w:eastAsia="de-DE"/>
        </w:rPr>
      </w:pPr>
    </w:p>
    <w:p w14:paraId="7B47934C" w14:textId="77777777" w:rsidR="002457D8" w:rsidRDefault="002457D8">
      <w:pPr>
        <w:jc w:val="both"/>
        <w:rPr>
          <w:lang w:eastAsia="de-DE"/>
        </w:rPr>
      </w:pPr>
    </w:p>
    <w:p w14:paraId="75EB7420" w14:textId="06EC1DA1" w:rsidR="00437A3E" w:rsidRDefault="002457D8">
      <w:pPr>
        <w:jc w:val="both"/>
        <w:rPr>
          <w:lang w:eastAsia="de-DE"/>
        </w:rPr>
      </w:pPr>
      <w:r>
        <w:rPr>
          <w:lang w:eastAsia="de-DE"/>
        </w:rPr>
        <w:t>Jolanta Juškienė, tel. (0 440)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74C69" w14:textId="77777777" w:rsidR="00F0373F" w:rsidRDefault="00F0373F">
      <w:r>
        <w:separator/>
      </w:r>
    </w:p>
  </w:endnote>
  <w:endnote w:type="continuationSeparator" w:id="0">
    <w:p w14:paraId="4EAE5ADD" w14:textId="77777777" w:rsidR="00F0373F" w:rsidRDefault="00F0373F">
      <w:r>
        <w:continuationSeparator/>
      </w:r>
    </w:p>
  </w:endnote>
  <w:endnote w:type="continuationNotice" w:id="1">
    <w:p w14:paraId="7324DCB5" w14:textId="77777777" w:rsidR="00F0373F" w:rsidRDefault="00F037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9C2CC" w14:textId="77777777" w:rsidR="00F0373F" w:rsidRDefault="00F0373F">
      <w:r>
        <w:separator/>
      </w:r>
    </w:p>
  </w:footnote>
  <w:footnote w:type="continuationSeparator" w:id="0">
    <w:p w14:paraId="4E3B0237" w14:textId="77777777" w:rsidR="00F0373F" w:rsidRDefault="00F0373F">
      <w:r>
        <w:continuationSeparator/>
      </w:r>
    </w:p>
  </w:footnote>
  <w:footnote w:type="continuationNotice" w:id="1">
    <w:p w14:paraId="0E7B720D" w14:textId="77777777" w:rsidR="00F0373F" w:rsidRDefault="00F037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2457D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125F0964" w:rsidR="00437A3E" w:rsidRDefault="002457D8">
    <w:pPr>
      <w:tabs>
        <w:tab w:val="center" w:pos="4680"/>
        <w:tab w:val="right" w:pos="9360"/>
      </w:tabs>
      <w:jc w:val="right"/>
      <w:rPr>
        <w:b/>
        <w:bCs/>
        <w:i/>
        <w:iCs/>
        <w:szCs w:val="24"/>
        <w:lang w:eastAsia="lt-LT"/>
      </w:rPr>
    </w:pPr>
    <w:r>
      <w:rPr>
        <w:sz w:val="22"/>
        <w:szCs w:val="22"/>
        <w:lang w:eastAsia="lt-LT"/>
      </w:rPr>
      <w:tab/>
    </w:r>
    <w:r>
      <w:rPr>
        <w:b/>
        <w:bCs/>
        <w:i/>
        <w:iCs/>
        <w:szCs w:val="24"/>
        <w:lang w:eastAsia="lt-LT"/>
      </w:rPr>
      <w:t>P</w:t>
    </w:r>
    <w:r w:rsidR="00B90636">
      <w:rPr>
        <w:b/>
        <w:bCs/>
        <w:i/>
        <w:iCs/>
        <w:szCs w:val="24"/>
        <w:lang w:eastAsia="lt-LT"/>
      </w:rPr>
      <w:t xml:space="preserve">atikslintas </w:t>
    </w:r>
    <w:r w:rsidR="00B90636">
      <w:rPr>
        <w:b/>
        <w:bCs/>
        <w:i/>
        <w:iCs/>
        <w:szCs w:val="24"/>
        <w:lang w:eastAsia="lt-LT"/>
      </w:rPr>
      <w:t>p</w:t>
    </w:r>
    <w:r>
      <w:rPr>
        <w:b/>
        <w:bCs/>
        <w:i/>
        <w:iCs/>
        <w:szCs w:val="24"/>
        <w:lang w:eastAsia="lt-LT"/>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062102"/>
    <w:rsid w:val="0007203C"/>
    <w:rsid w:val="00165085"/>
    <w:rsid w:val="001E5B4F"/>
    <w:rsid w:val="001E72EE"/>
    <w:rsid w:val="00207EFE"/>
    <w:rsid w:val="002457D8"/>
    <w:rsid w:val="002526C2"/>
    <w:rsid w:val="00254DE6"/>
    <w:rsid w:val="00267B8C"/>
    <w:rsid w:val="002A6D09"/>
    <w:rsid w:val="00361D54"/>
    <w:rsid w:val="00437A3E"/>
    <w:rsid w:val="00437B11"/>
    <w:rsid w:val="004639BE"/>
    <w:rsid w:val="0047132E"/>
    <w:rsid w:val="004770BC"/>
    <w:rsid w:val="00480547"/>
    <w:rsid w:val="0048496E"/>
    <w:rsid w:val="004A6835"/>
    <w:rsid w:val="004B6625"/>
    <w:rsid w:val="004D6B56"/>
    <w:rsid w:val="004E78BE"/>
    <w:rsid w:val="006F78A6"/>
    <w:rsid w:val="007622C7"/>
    <w:rsid w:val="007715BC"/>
    <w:rsid w:val="00795892"/>
    <w:rsid w:val="008755A3"/>
    <w:rsid w:val="008D35B2"/>
    <w:rsid w:val="008F5D44"/>
    <w:rsid w:val="00932561"/>
    <w:rsid w:val="00940B39"/>
    <w:rsid w:val="009D0E29"/>
    <w:rsid w:val="00A81054"/>
    <w:rsid w:val="00A861DF"/>
    <w:rsid w:val="00AB69E4"/>
    <w:rsid w:val="00AC7252"/>
    <w:rsid w:val="00AE2045"/>
    <w:rsid w:val="00B41D9C"/>
    <w:rsid w:val="00B576D2"/>
    <w:rsid w:val="00B90636"/>
    <w:rsid w:val="00BB7F49"/>
    <w:rsid w:val="00C34A6F"/>
    <w:rsid w:val="00C720D5"/>
    <w:rsid w:val="00C75C87"/>
    <w:rsid w:val="00CA213F"/>
    <w:rsid w:val="00CB20CD"/>
    <w:rsid w:val="00D13E49"/>
    <w:rsid w:val="00D17C21"/>
    <w:rsid w:val="00D41E99"/>
    <w:rsid w:val="00DB347E"/>
    <w:rsid w:val="00E12054"/>
    <w:rsid w:val="00E61E04"/>
    <w:rsid w:val="00E76FEF"/>
    <w:rsid w:val="00E944B6"/>
    <w:rsid w:val="00EC708E"/>
    <w:rsid w:val="00F0373F"/>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0</TotalTime>
  <Pages>1</Pages>
  <Words>1525</Words>
  <Characters>870</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2025-11-07T13:01:00Z</dcterms:created>
  <dcterms:modified xsi:type="dcterms:W3CDTF">2025-11-07T13:01:00Z</dcterms:modified>
</cp:coreProperties>
</file>